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125C1D" w:rsidRDefault="0085747A" w:rsidP="0072036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125C1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25C1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25C1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25C1D">
        <w:rPr>
          <w:rFonts w:ascii="Corbel" w:hAnsi="Corbel"/>
          <w:b/>
          <w:smallCaps/>
          <w:sz w:val="24"/>
          <w:szCs w:val="24"/>
        </w:rPr>
        <w:t xml:space="preserve"> </w:t>
      </w:r>
      <w:r w:rsidR="0004428C" w:rsidRPr="00125C1D">
        <w:rPr>
          <w:rFonts w:ascii="Corbel" w:hAnsi="Corbel"/>
          <w:b/>
          <w:smallCaps/>
          <w:sz w:val="24"/>
          <w:szCs w:val="24"/>
        </w:rPr>
        <w:t>202</w:t>
      </w:r>
      <w:r w:rsidR="00255EB4">
        <w:rPr>
          <w:rFonts w:ascii="Corbel" w:hAnsi="Corbel"/>
          <w:b/>
          <w:smallCaps/>
          <w:sz w:val="24"/>
          <w:szCs w:val="24"/>
        </w:rPr>
        <w:t>1</w:t>
      </w:r>
      <w:r w:rsidR="0004428C" w:rsidRPr="00125C1D">
        <w:rPr>
          <w:rFonts w:ascii="Corbel" w:hAnsi="Corbel"/>
          <w:b/>
          <w:smallCaps/>
          <w:sz w:val="24"/>
          <w:szCs w:val="24"/>
        </w:rPr>
        <w:t>/202</w:t>
      </w:r>
      <w:r w:rsidR="00255EB4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125C1D" w:rsidRDefault="00720368" w:rsidP="00720368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 xml:space="preserve">Rok akademicki </w:t>
      </w:r>
      <w:r w:rsidRPr="00125C1D">
        <w:rPr>
          <w:rFonts w:ascii="Corbel" w:hAnsi="Corbel"/>
          <w:b/>
          <w:sz w:val="24"/>
          <w:szCs w:val="24"/>
        </w:rPr>
        <w:t>202</w:t>
      </w:r>
      <w:r w:rsidR="00255EB4">
        <w:rPr>
          <w:rFonts w:ascii="Corbel" w:hAnsi="Corbel"/>
          <w:b/>
          <w:sz w:val="24"/>
          <w:szCs w:val="24"/>
        </w:rPr>
        <w:t>2</w:t>
      </w:r>
      <w:r w:rsidRPr="00125C1D">
        <w:rPr>
          <w:rFonts w:ascii="Corbel" w:hAnsi="Corbel"/>
          <w:b/>
          <w:sz w:val="24"/>
          <w:szCs w:val="24"/>
        </w:rPr>
        <w:t>/202</w:t>
      </w:r>
      <w:r w:rsidR="00255EB4">
        <w:rPr>
          <w:rFonts w:ascii="Corbel" w:hAnsi="Corbel"/>
          <w:b/>
          <w:sz w:val="24"/>
          <w:szCs w:val="24"/>
        </w:rPr>
        <w:t>3</w:t>
      </w:r>
      <w:r w:rsidRPr="00125C1D">
        <w:rPr>
          <w:rFonts w:ascii="Corbel" w:hAnsi="Corbel"/>
          <w:b/>
          <w:sz w:val="24"/>
          <w:szCs w:val="24"/>
        </w:rPr>
        <w:t>-202</w:t>
      </w:r>
      <w:r w:rsidR="00255EB4">
        <w:rPr>
          <w:rFonts w:ascii="Corbel" w:hAnsi="Corbel"/>
          <w:b/>
          <w:sz w:val="24"/>
          <w:szCs w:val="24"/>
        </w:rPr>
        <w:t>3</w:t>
      </w:r>
      <w:r w:rsidRPr="00125C1D">
        <w:rPr>
          <w:rFonts w:ascii="Corbel" w:hAnsi="Corbel"/>
          <w:b/>
          <w:sz w:val="24"/>
          <w:szCs w:val="24"/>
        </w:rPr>
        <w:t>/202</w:t>
      </w:r>
      <w:r w:rsidR="00255EB4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85747A" w:rsidRPr="00125C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5C1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25C1D">
        <w:rPr>
          <w:rFonts w:ascii="Corbel" w:hAnsi="Corbel"/>
          <w:szCs w:val="24"/>
        </w:rPr>
        <w:t xml:space="preserve">1. </w:t>
      </w:r>
      <w:r w:rsidR="0085747A" w:rsidRPr="00125C1D">
        <w:rPr>
          <w:rFonts w:ascii="Corbel" w:hAnsi="Corbel"/>
          <w:szCs w:val="24"/>
        </w:rPr>
        <w:t xml:space="preserve">Podstawowe </w:t>
      </w:r>
      <w:r w:rsidR="00445970" w:rsidRPr="00125C1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25C1D" w:rsidTr="00B819C8">
        <w:tc>
          <w:tcPr>
            <w:tcW w:w="2694" w:type="dxa"/>
            <w:vAlign w:val="center"/>
          </w:tcPr>
          <w:p w:rsidR="0085747A" w:rsidRPr="00125C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25C1D" w:rsidRDefault="00720368" w:rsidP="0072036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</w:t>
            </w:r>
            <w:r w:rsidR="0004428C" w:rsidRPr="00125C1D">
              <w:rPr>
                <w:rFonts w:ascii="Corbel" w:hAnsi="Corbel"/>
                <w:sz w:val="24"/>
                <w:szCs w:val="24"/>
              </w:rPr>
              <w:t xml:space="preserve">iagnoza specjalnych potrzeb edukacyjnych dzieci i młodzieży </w:t>
            </w:r>
            <w:r w:rsidRPr="00125C1D">
              <w:rPr>
                <w:rFonts w:ascii="Corbel" w:hAnsi="Corbel"/>
                <w:sz w:val="24"/>
                <w:szCs w:val="24"/>
              </w:rPr>
              <w:br/>
            </w:r>
            <w:r w:rsidR="0004428C" w:rsidRPr="00125C1D">
              <w:rPr>
                <w:rFonts w:ascii="Corbel" w:hAnsi="Corbel"/>
                <w:sz w:val="24"/>
                <w:szCs w:val="24"/>
              </w:rPr>
              <w:t>w grupach zróżnicowanych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203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 xml:space="preserve"> II i III rok, 4, 5, 6 semestr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373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Moduł D. Edukacja włączająca, Moduł D.2. Diagnoza specjalnych potrzeb edukacyjnych, planowanie, realizacja i monitoring działań wspierających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373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373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  <w:p w:rsidR="00720368" w:rsidRPr="00125C1D" w:rsidRDefault="00720368" w:rsidP="00373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125C1D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  <w:p w:rsidR="00720368" w:rsidRPr="00125C1D" w:rsidRDefault="00720368" w:rsidP="00373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  <w:p w:rsidR="00720368" w:rsidRPr="00125C1D" w:rsidRDefault="00720368" w:rsidP="00373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:rsidR="0085747A" w:rsidRPr="00125C1D" w:rsidRDefault="0085747A" w:rsidP="000948C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 xml:space="preserve">* </w:t>
      </w:r>
      <w:r w:rsidRPr="00125C1D">
        <w:rPr>
          <w:rFonts w:ascii="Corbel" w:hAnsi="Corbel"/>
          <w:i/>
          <w:sz w:val="24"/>
          <w:szCs w:val="24"/>
        </w:rPr>
        <w:t>-</w:t>
      </w:r>
      <w:r w:rsidR="00B90885" w:rsidRPr="00125C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25C1D">
        <w:rPr>
          <w:rFonts w:ascii="Corbel" w:hAnsi="Corbel"/>
          <w:b w:val="0"/>
          <w:sz w:val="24"/>
          <w:szCs w:val="24"/>
        </w:rPr>
        <w:t>e,</w:t>
      </w:r>
      <w:r w:rsidRPr="00125C1D">
        <w:rPr>
          <w:rFonts w:ascii="Corbel" w:hAnsi="Corbel"/>
          <w:i/>
          <w:sz w:val="24"/>
          <w:szCs w:val="24"/>
        </w:rPr>
        <w:t xml:space="preserve"> </w:t>
      </w:r>
      <w:r w:rsidRPr="00125C1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25C1D">
        <w:rPr>
          <w:rFonts w:ascii="Corbel" w:hAnsi="Corbel"/>
          <w:b w:val="0"/>
          <w:i/>
          <w:sz w:val="24"/>
          <w:szCs w:val="24"/>
        </w:rPr>
        <w:t>w Jednostce</w:t>
      </w:r>
    </w:p>
    <w:p w:rsidR="000948C9" w:rsidRPr="00125C1D" w:rsidRDefault="000948C9" w:rsidP="000948C9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125C1D" w:rsidRDefault="0085747A" w:rsidP="00CB0B35">
      <w:pPr>
        <w:pStyle w:val="Podpunkty"/>
        <w:ind w:left="284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>1.</w:t>
      </w:r>
      <w:r w:rsidR="00E22FBC" w:rsidRPr="00125C1D">
        <w:rPr>
          <w:rFonts w:ascii="Corbel" w:hAnsi="Corbel"/>
          <w:sz w:val="24"/>
          <w:szCs w:val="24"/>
        </w:rPr>
        <w:t>1</w:t>
      </w:r>
      <w:r w:rsidRPr="00125C1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125C1D" w:rsidTr="00CB0B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5C1D">
              <w:rPr>
                <w:rFonts w:ascii="Corbel" w:hAnsi="Corbel"/>
                <w:szCs w:val="24"/>
              </w:rPr>
              <w:t>Semestr</w:t>
            </w:r>
          </w:p>
          <w:p w:rsidR="00015B8F" w:rsidRPr="00125C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5C1D">
              <w:rPr>
                <w:rFonts w:ascii="Corbel" w:hAnsi="Corbel"/>
                <w:szCs w:val="24"/>
              </w:rPr>
              <w:t>(</w:t>
            </w:r>
            <w:r w:rsidR="00363F78" w:rsidRPr="00125C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C1D">
              <w:rPr>
                <w:rFonts w:ascii="Corbel" w:hAnsi="Corbel"/>
                <w:szCs w:val="24"/>
              </w:rPr>
              <w:t>Wykł</w:t>
            </w:r>
            <w:proofErr w:type="spellEnd"/>
            <w:r w:rsidRPr="00125C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5C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C1D">
              <w:rPr>
                <w:rFonts w:ascii="Corbel" w:hAnsi="Corbel"/>
                <w:szCs w:val="24"/>
              </w:rPr>
              <w:t>Konw</w:t>
            </w:r>
            <w:proofErr w:type="spellEnd"/>
            <w:r w:rsidRPr="00125C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5C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C1D">
              <w:rPr>
                <w:rFonts w:ascii="Corbel" w:hAnsi="Corbel"/>
                <w:szCs w:val="24"/>
              </w:rPr>
              <w:t>Sem</w:t>
            </w:r>
            <w:proofErr w:type="spellEnd"/>
            <w:r w:rsidRPr="00125C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5C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C1D">
              <w:rPr>
                <w:rFonts w:ascii="Corbel" w:hAnsi="Corbel"/>
                <w:szCs w:val="24"/>
              </w:rPr>
              <w:t>Prakt</w:t>
            </w:r>
            <w:proofErr w:type="spellEnd"/>
            <w:r w:rsidRPr="00125C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CB0B3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5C1D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25C1D">
              <w:rPr>
                <w:rFonts w:ascii="Corbel" w:hAnsi="Corbel"/>
                <w:b/>
                <w:szCs w:val="24"/>
              </w:rPr>
              <w:t>Liczba pkt</w:t>
            </w:r>
            <w:r w:rsidR="00B90885" w:rsidRPr="00125C1D">
              <w:rPr>
                <w:rFonts w:ascii="Corbel" w:hAnsi="Corbel"/>
                <w:b/>
                <w:szCs w:val="24"/>
              </w:rPr>
              <w:t>.</w:t>
            </w:r>
            <w:r w:rsidRPr="00125C1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B0B35" w:rsidRPr="00125C1D" w:rsidTr="00CB0B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CB0B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7F1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B0B35" w:rsidRPr="00125C1D" w:rsidTr="00CB0B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CB0B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7F1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B0B35" w:rsidRPr="00125C1D" w:rsidTr="00CB0B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CB0B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7F1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125C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25C1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t>1.</w:t>
      </w:r>
      <w:r w:rsidR="00E22FBC" w:rsidRPr="00125C1D">
        <w:rPr>
          <w:rFonts w:ascii="Corbel" w:hAnsi="Corbel"/>
          <w:smallCaps w:val="0"/>
          <w:szCs w:val="24"/>
        </w:rPr>
        <w:t>2</w:t>
      </w:r>
      <w:r w:rsidR="00F83B28" w:rsidRPr="00125C1D">
        <w:rPr>
          <w:rFonts w:ascii="Corbel" w:hAnsi="Corbel"/>
          <w:smallCaps w:val="0"/>
          <w:szCs w:val="24"/>
        </w:rPr>
        <w:t>.</w:t>
      </w:r>
      <w:r w:rsidR="00F83B28" w:rsidRPr="00125C1D">
        <w:rPr>
          <w:rFonts w:ascii="Corbel" w:hAnsi="Corbel"/>
          <w:smallCaps w:val="0"/>
          <w:szCs w:val="24"/>
        </w:rPr>
        <w:tab/>
      </w:r>
      <w:r w:rsidRPr="00125C1D">
        <w:rPr>
          <w:rFonts w:ascii="Corbel" w:hAnsi="Corbel"/>
          <w:smallCaps w:val="0"/>
          <w:szCs w:val="24"/>
        </w:rPr>
        <w:t xml:space="preserve">Sposób realizacji zajęć  </w:t>
      </w:r>
    </w:p>
    <w:p w:rsidR="00CB0B35" w:rsidRPr="00125C1D" w:rsidRDefault="00CB0B35" w:rsidP="00CB0B35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125C1D">
        <w:rPr>
          <w:rFonts w:ascii="Corbel" w:eastAsia="MS Gothic" w:hAnsi="Corbel"/>
          <w:b w:val="0"/>
          <w:szCs w:val="24"/>
        </w:rPr>
        <w:sym w:font="Wingdings" w:char="F078"/>
      </w:r>
      <w:r w:rsidRPr="00125C1D">
        <w:rPr>
          <w:rFonts w:ascii="Corbel" w:eastAsia="MS Gothic" w:hAnsi="Corbel"/>
          <w:b w:val="0"/>
          <w:szCs w:val="24"/>
        </w:rPr>
        <w:t xml:space="preserve"> </w:t>
      </w:r>
      <w:r w:rsidRPr="00125C1D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125C1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5C1D">
        <w:rPr>
          <w:rFonts w:ascii="MS Gothic" w:eastAsia="MS Gothic" w:hAnsi="MS Gothic" w:cs="MS Gothic" w:hint="eastAsia"/>
          <w:b w:val="0"/>
          <w:szCs w:val="24"/>
        </w:rPr>
        <w:t>☐</w:t>
      </w:r>
      <w:r w:rsidRPr="00125C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25C1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B0B35" w:rsidRPr="00125C1D" w:rsidRDefault="00E22FBC" w:rsidP="00CB0B3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125C1D">
        <w:rPr>
          <w:rFonts w:ascii="Corbel" w:hAnsi="Corbel"/>
          <w:smallCaps w:val="0"/>
          <w:szCs w:val="24"/>
        </w:rPr>
        <w:t xml:space="preserve">1.3 </w:t>
      </w:r>
      <w:r w:rsidR="00F83B28" w:rsidRPr="00125C1D">
        <w:rPr>
          <w:rFonts w:ascii="Corbel" w:hAnsi="Corbel"/>
          <w:smallCaps w:val="0"/>
          <w:szCs w:val="24"/>
        </w:rPr>
        <w:tab/>
      </w:r>
      <w:r w:rsidRPr="00125C1D">
        <w:rPr>
          <w:rFonts w:ascii="Corbel" w:hAnsi="Corbel"/>
          <w:smallCaps w:val="0"/>
          <w:szCs w:val="24"/>
        </w:rPr>
        <w:t>For</w:t>
      </w:r>
      <w:r w:rsidR="00445970" w:rsidRPr="00125C1D">
        <w:rPr>
          <w:rFonts w:ascii="Corbel" w:hAnsi="Corbel"/>
          <w:smallCaps w:val="0"/>
          <w:szCs w:val="24"/>
        </w:rPr>
        <w:t xml:space="preserve">ma zaliczenia przedmiotu </w:t>
      </w:r>
      <w:r w:rsidRPr="00125C1D">
        <w:rPr>
          <w:rFonts w:ascii="Corbel" w:hAnsi="Corbel"/>
          <w:smallCaps w:val="0"/>
          <w:szCs w:val="24"/>
        </w:rPr>
        <w:t xml:space="preserve"> (z toku) </w:t>
      </w:r>
    </w:p>
    <w:p w:rsidR="0004428C" w:rsidRPr="00125C1D" w:rsidRDefault="00CB0B35" w:rsidP="00CB0B35">
      <w:pPr>
        <w:spacing w:after="0" w:line="240" w:lineRule="auto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ab/>
        <w:t>wykład: zaliczenie bez oceny</w:t>
      </w:r>
    </w:p>
    <w:p w:rsidR="00CB0B35" w:rsidRPr="00125C1D" w:rsidRDefault="00CB0B35" w:rsidP="00CB0B35">
      <w:pPr>
        <w:spacing w:after="0" w:line="240" w:lineRule="auto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ab/>
        <w:t>warsztaty: zaliczenie z oceną</w:t>
      </w:r>
    </w:p>
    <w:p w:rsidR="00167E3F" w:rsidRPr="00125C1D" w:rsidRDefault="00167E3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125C1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25C1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25C1D" w:rsidTr="00745302">
        <w:tc>
          <w:tcPr>
            <w:tcW w:w="9670" w:type="dxa"/>
          </w:tcPr>
          <w:p w:rsidR="0085747A" w:rsidRPr="00125C1D" w:rsidRDefault="00373777" w:rsidP="00373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Pedagogika</w:t>
            </w:r>
            <w:r w:rsidR="00641582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ogólnej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="00641582" w:rsidRPr="00125C1D">
              <w:rPr>
                <w:rFonts w:ascii="Corbel" w:hAnsi="Corbel"/>
                <w:b w:val="0"/>
                <w:smallCaps w:val="0"/>
                <w:szCs w:val="24"/>
              </w:rPr>
              <w:t>sychologi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41582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ogóln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>a, P</w:t>
            </w:r>
            <w:r w:rsidR="00641582" w:rsidRPr="00125C1D">
              <w:rPr>
                <w:rFonts w:ascii="Corbel" w:hAnsi="Corbel"/>
                <w:b w:val="0"/>
                <w:smallCaps w:val="0"/>
                <w:szCs w:val="24"/>
              </w:rPr>
              <w:t>sychologi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>a rozwojowa, P</w:t>
            </w:r>
            <w:r w:rsidR="0004428C" w:rsidRPr="00125C1D">
              <w:rPr>
                <w:rFonts w:ascii="Corbel" w:hAnsi="Corbel"/>
                <w:b w:val="0"/>
                <w:smallCaps w:val="0"/>
                <w:szCs w:val="24"/>
              </w:rPr>
              <w:t>sychologi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04428C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>a, Historia p</w:t>
            </w:r>
            <w:r w:rsidR="00A04B5A" w:rsidRPr="00125C1D">
              <w:rPr>
                <w:rFonts w:ascii="Corbel" w:hAnsi="Corbel"/>
                <w:b w:val="0"/>
                <w:smallCaps w:val="0"/>
                <w:szCs w:val="24"/>
              </w:rPr>
              <w:t>edagogiki specjalnej</w:t>
            </w:r>
          </w:p>
        </w:tc>
      </w:tr>
    </w:tbl>
    <w:p w:rsidR="00153C41" w:rsidRPr="00125C1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5C1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25C1D">
        <w:rPr>
          <w:rFonts w:ascii="Corbel" w:hAnsi="Corbel"/>
          <w:szCs w:val="24"/>
        </w:rPr>
        <w:t>3.</w:t>
      </w:r>
      <w:r w:rsidR="0085747A" w:rsidRPr="00125C1D">
        <w:rPr>
          <w:rFonts w:ascii="Corbel" w:hAnsi="Corbel"/>
          <w:szCs w:val="24"/>
        </w:rPr>
        <w:t xml:space="preserve"> </w:t>
      </w:r>
      <w:r w:rsidR="00A84C85" w:rsidRPr="00125C1D">
        <w:rPr>
          <w:rFonts w:ascii="Corbel" w:hAnsi="Corbel"/>
          <w:szCs w:val="24"/>
        </w:rPr>
        <w:t>cele, efekty uczenia się</w:t>
      </w:r>
      <w:r w:rsidR="0085747A" w:rsidRPr="00125C1D">
        <w:rPr>
          <w:rFonts w:ascii="Corbel" w:hAnsi="Corbel"/>
          <w:szCs w:val="24"/>
        </w:rPr>
        <w:t>, treści Programowe i stosowane metody Dydaktyczne</w:t>
      </w:r>
    </w:p>
    <w:p w:rsidR="0085747A" w:rsidRPr="00125C1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125C1D" w:rsidRDefault="0071620A" w:rsidP="00CB0B35">
      <w:pPr>
        <w:pStyle w:val="Podpunkty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 xml:space="preserve">3.1 </w:t>
      </w:r>
      <w:r w:rsidR="00C05F44" w:rsidRPr="00125C1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125C1D" w:rsidTr="00641582">
        <w:tc>
          <w:tcPr>
            <w:tcW w:w="845" w:type="dxa"/>
            <w:vAlign w:val="center"/>
          </w:tcPr>
          <w:p w:rsidR="00641582" w:rsidRPr="00125C1D" w:rsidRDefault="00641582" w:rsidP="00CB0B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:rsidR="00641582" w:rsidRPr="00125C1D" w:rsidRDefault="006F4C77" w:rsidP="00A23A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podstawowymi założeniami procesu </w:t>
            </w:r>
            <w:r w:rsidR="00A23A84" w:rsidRPr="00125C1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diagnostycznego </w:t>
            </w:r>
            <w:r w:rsidRPr="00125C1D">
              <w:rPr>
                <w:rFonts w:ascii="Corbel" w:hAnsi="Corbel"/>
                <w:b w:val="0"/>
                <w:bCs/>
                <w:sz w:val="24"/>
                <w:szCs w:val="24"/>
              </w:rPr>
              <w:t>uczniów ze specjalnymi potrzebami edukacyjnymi</w:t>
            </w:r>
          </w:p>
        </w:tc>
      </w:tr>
      <w:tr w:rsidR="00641582" w:rsidRPr="00125C1D" w:rsidTr="00641582">
        <w:tc>
          <w:tcPr>
            <w:tcW w:w="845" w:type="dxa"/>
            <w:vAlign w:val="center"/>
          </w:tcPr>
          <w:p w:rsidR="00641582" w:rsidRPr="00125C1D" w:rsidRDefault="00641582" w:rsidP="00CB0B3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641582" w:rsidRPr="00125C1D" w:rsidRDefault="006F4C77" w:rsidP="006F4C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założeniami i kryteriami diagnostycznymi aktualnie obowiązujących międzynarodowych klasyfikacji: DSM, ICD, ICF </w:t>
            </w:r>
          </w:p>
        </w:tc>
      </w:tr>
      <w:tr w:rsidR="00641582" w:rsidRPr="00125C1D" w:rsidTr="00641582">
        <w:tc>
          <w:tcPr>
            <w:tcW w:w="845" w:type="dxa"/>
            <w:vAlign w:val="center"/>
          </w:tcPr>
          <w:p w:rsidR="00641582" w:rsidRPr="00125C1D" w:rsidRDefault="00641582" w:rsidP="00CB0B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641582" w:rsidRPr="00125C1D" w:rsidRDefault="006F4C77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 w:val="24"/>
                <w:szCs w:val="24"/>
              </w:rPr>
              <w:t>uświadomienie studentom roli i znaczenia wszystkich członków zespołu diagnostycznego, w tym nauczycieli i pedagogów,  w procesie diagnozy funkcjonalnej dzieci i młodzieży</w:t>
            </w:r>
          </w:p>
        </w:tc>
      </w:tr>
    </w:tbl>
    <w:p w:rsidR="0085747A" w:rsidRPr="00125C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D3057" w:rsidRPr="00125C1D" w:rsidRDefault="009F4610" w:rsidP="00CB0B3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b/>
          <w:sz w:val="24"/>
          <w:szCs w:val="24"/>
        </w:rPr>
        <w:t xml:space="preserve">3.2 </w:t>
      </w:r>
      <w:r w:rsidR="001D7B54" w:rsidRPr="00125C1D">
        <w:rPr>
          <w:rFonts w:ascii="Corbel" w:hAnsi="Corbel"/>
          <w:b/>
          <w:sz w:val="24"/>
          <w:szCs w:val="24"/>
        </w:rPr>
        <w:t xml:space="preserve">Efekty </w:t>
      </w:r>
      <w:r w:rsidR="00C05F44" w:rsidRPr="00125C1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25C1D">
        <w:rPr>
          <w:rFonts w:ascii="Corbel" w:hAnsi="Corbel"/>
          <w:b/>
          <w:sz w:val="24"/>
          <w:szCs w:val="24"/>
        </w:rPr>
        <w:t>dla przedmiotu</w:t>
      </w:r>
      <w:r w:rsidR="00445970" w:rsidRPr="00125C1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D3057" w:rsidRPr="00125C1D" w:rsidTr="00A04B5A">
        <w:tc>
          <w:tcPr>
            <w:tcW w:w="1681" w:type="dxa"/>
            <w:vAlign w:val="center"/>
          </w:tcPr>
          <w:p w:rsidR="004D3057" w:rsidRPr="00125C1D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smallCaps w:val="0"/>
                <w:szCs w:val="24"/>
              </w:rPr>
              <w:t>EK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5974" w:type="dxa"/>
            <w:vAlign w:val="center"/>
          </w:tcPr>
          <w:p w:rsidR="004D3057" w:rsidRPr="00125C1D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65" w:type="dxa"/>
            <w:vAlign w:val="center"/>
          </w:tcPr>
          <w:p w:rsidR="004D3057" w:rsidRPr="00125C1D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25C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0B35" w:rsidRPr="00125C1D" w:rsidTr="00A04B5A">
        <w:tc>
          <w:tcPr>
            <w:tcW w:w="1681" w:type="dxa"/>
            <w:vAlign w:val="center"/>
          </w:tcPr>
          <w:p w:rsidR="00CB0B35" w:rsidRPr="00125C1D" w:rsidRDefault="00CB0B35" w:rsidP="0063221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CB0B35" w:rsidRPr="00125C1D" w:rsidRDefault="00CB0B35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:rsidR="00CB0B35" w:rsidRPr="00125C1D" w:rsidRDefault="00CB0B35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D3057" w:rsidRPr="00125C1D" w:rsidTr="00CB0B35">
        <w:tc>
          <w:tcPr>
            <w:tcW w:w="1681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bookmarkStart w:id="1" w:name="_Hlk31265793"/>
            <w:r w:rsidRPr="00125C1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:rsidR="004D3057" w:rsidRPr="00125C1D" w:rsidRDefault="00A23A84" w:rsidP="00CB21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zidentyfikuje</w:t>
            </w:r>
            <w:r w:rsidR="00167E3F" w:rsidRPr="00125C1D">
              <w:rPr>
                <w:rFonts w:ascii="Corbel" w:hAnsi="Corbel"/>
                <w:sz w:val="24"/>
                <w:szCs w:val="24"/>
              </w:rPr>
              <w:t xml:space="preserve"> specjalne potrzeby edukacyjne uczniów, w tym wynikające z różnych rodzajów niepełnosprawności  </w:t>
            </w:r>
          </w:p>
        </w:tc>
        <w:tc>
          <w:tcPr>
            <w:tcW w:w="1865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PS.W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4</w:t>
            </w:r>
            <w:r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3057" w:rsidRPr="00125C1D" w:rsidTr="00CB0B35">
        <w:tc>
          <w:tcPr>
            <w:tcW w:w="1681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4D3057" w:rsidRPr="00125C1D" w:rsidRDefault="00167E3F" w:rsidP="00CB2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diagnozuje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sytuacje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edukacyjne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i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terapeutyczne </w:t>
            </w:r>
            <w:r w:rsidRPr="00125C1D">
              <w:rPr>
                <w:rFonts w:ascii="Corbel" w:hAnsi="Corbel"/>
                <w:sz w:val="24"/>
                <w:szCs w:val="24"/>
              </w:rPr>
              <w:t>uczniów ze specjalnymi potrzebami edukacyjnymi, z uwzględnieniem założeń różnicowej i funkcjonalnej diagnozy</w:t>
            </w:r>
            <w:r w:rsidR="00CB21E7" w:rsidRPr="00125C1D">
              <w:rPr>
                <w:rFonts w:ascii="Corbel" w:hAnsi="Corbel"/>
                <w:sz w:val="24"/>
                <w:szCs w:val="24"/>
              </w:rPr>
              <w:t>;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PS.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U4</w:t>
            </w:r>
            <w:r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3057" w:rsidRPr="00125C1D" w:rsidTr="00CB0B35">
        <w:tc>
          <w:tcPr>
            <w:tcW w:w="1681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4D3057" w:rsidRPr="00125C1D" w:rsidRDefault="00A23A84" w:rsidP="00A23A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współpracuje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 w zespole</w:t>
            </w:r>
            <w:r w:rsidR="00167E3F" w:rsidRPr="00125C1D">
              <w:rPr>
                <w:rFonts w:ascii="Corbel" w:hAnsi="Corbel"/>
                <w:sz w:val="24"/>
                <w:szCs w:val="24"/>
              </w:rPr>
              <w:t xml:space="preserve"> nauczycieli</w:t>
            </w:r>
            <w:r w:rsidRPr="00125C1D">
              <w:rPr>
                <w:rFonts w:ascii="Corbel" w:hAnsi="Corbel"/>
                <w:sz w:val="24"/>
                <w:szCs w:val="24"/>
              </w:rPr>
              <w:t>, specjalistów i rodziców  uczniów z SPE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, </w:t>
            </w:r>
            <w:r w:rsidR="00CB21E7" w:rsidRPr="00125C1D">
              <w:rPr>
                <w:rFonts w:ascii="Corbel" w:hAnsi="Corbel"/>
                <w:sz w:val="24"/>
                <w:szCs w:val="24"/>
              </w:rPr>
              <w:t xml:space="preserve">uzasadniając  wybór odpowiednich form pomocy psychologiczno-pedagogicznej, 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pełniąc w nim różne role, 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podejmuje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125C1D">
              <w:rPr>
                <w:rFonts w:ascii="Corbel" w:hAnsi="Corbel"/>
                <w:sz w:val="24"/>
                <w:szCs w:val="24"/>
              </w:rPr>
              <w:t>wyznacza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 zadania, 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konstruuje </w:t>
            </w:r>
            <w:r w:rsidR="00167E3F" w:rsidRPr="00125C1D">
              <w:rPr>
                <w:rFonts w:ascii="Corbel" w:hAnsi="Corbel"/>
                <w:sz w:val="24"/>
                <w:szCs w:val="24"/>
              </w:rPr>
              <w:t>indywidualne programy terapeutyczne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PS.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U9</w:t>
            </w:r>
            <w:r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3057" w:rsidRPr="00125C1D" w:rsidTr="00CB0B35">
        <w:tc>
          <w:tcPr>
            <w:tcW w:w="1681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4D3057" w:rsidRPr="00125C1D" w:rsidRDefault="00CB21E7" w:rsidP="00CB21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buduje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 relacj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ę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oparte na wzajemnym zaufaniu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i odpowiedzialności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między podmiotami procesu wychowania i kształcenia, włącza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rodziców i opiekunów dziecka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w działania sprzyjające efektywności edukacyjnej;</w:t>
            </w:r>
          </w:p>
        </w:tc>
        <w:tc>
          <w:tcPr>
            <w:tcW w:w="1865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PS.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K2</w:t>
            </w:r>
            <w:r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04B5A" w:rsidRPr="00125C1D" w:rsidTr="00CB0B35">
        <w:tc>
          <w:tcPr>
            <w:tcW w:w="1681" w:type="dxa"/>
            <w:vAlign w:val="center"/>
          </w:tcPr>
          <w:p w:rsidR="00A04B5A" w:rsidRPr="00125C1D" w:rsidRDefault="00A04B5A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="00A04B5A" w:rsidRPr="00125C1D" w:rsidRDefault="00A04B5A" w:rsidP="00CB21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porozumiewania się z osobami pochodzącymi z różnych środowisk i o różnej kondycji emocjonalnej, dialogowego rozwiązywania konfliktów</w:t>
            </w:r>
            <w:r w:rsidR="00CB21E7" w:rsidRPr="00125C1D">
              <w:rPr>
                <w:rFonts w:ascii="Corbel" w:hAnsi="Corbel"/>
                <w:sz w:val="24"/>
                <w:szCs w:val="24"/>
              </w:rPr>
              <w:t xml:space="preserve"> , tworzenia dobrej atmosfery dla komunikacji w procesie edukacji i wsparcia terapeutycznego, zgodnie z zasadami etyki zawodowej</w:t>
            </w:r>
            <w:r w:rsidRPr="00125C1D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  <w:vAlign w:val="center"/>
          </w:tcPr>
          <w:p w:rsidR="00A04B5A" w:rsidRPr="00125C1D" w:rsidRDefault="00A04B5A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PS.K4.</w:t>
            </w:r>
          </w:p>
        </w:tc>
      </w:tr>
      <w:bookmarkEnd w:id="1"/>
    </w:tbl>
    <w:p w:rsidR="00A23A84" w:rsidRPr="00125C1D" w:rsidRDefault="00A23A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B0B35" w:rsidRPr="00125C1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b/>
          <w:sz w:val="24"/>
          <w:szCs w:val="24"/>
        </w:rPr>
        <w:t>3.3</w:t>
      </w:r>
      <w:r w:rsidR="001D7B54" w:rsidRPr="00125C1D">
        <w:rPr>
          <w:rFonts w:ascii="Corbel" w:hAnsi="Corbel"/>
          <w:b/>
          <w:sz w:val="24"/>
          <w:szCs w:val="24"/>
        </w:rPr>
        <w:t xml:space="preserve"> </w:t>
      </w:r>
      <w:r w:rsidR="0085747A" w:rsidRPr="00125C1D">
        <w:rPr>
          <w:rFonts w:ascii="Corbel" w:hAnsi="Corbel"/>
          <w:b/>
          <w:sz w:val="24"/>
          <w:szCs w:val="24"/>
        </w:rPr>
        <w:t>T</w:t>
      </w:r>
      <w:r w:rsidR="001D7B54" w:rsidRPr="00125C1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25C1D">
        <w:rPr>
          <w:rFonts w:ascii="Corbel" w:hAnsi="Corbel"/>
          <w:sz w:val="24"/>
          <w:szCs w:val="24"/>
        </w:rPr>
        <w:t xml:space="preserve"> </w:t>
      </w:r>
    </w:p>
    <w:p w:rsidR="0085747A" w:rsidRPr="00125C1D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 xml:space="preserve"> </w:t>
      </w:r>
    </w:p>
    <w:p w:rsidR="00675843" w:rsidRPr="00125C1D" w:rsidRDefault="0085747A" w:rsidP="00CB0B3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25C1D" w:rsidTr="00DA3D2D">
        <w:tc>
          <w:tcPr>
            <w:tcW w:w="9520" w:type="dxa"/>
          </w:tcPr>
          <w:p w:rsidR="0085747A" w:rsidRPr="00125C1D" w:rsidRDefault="0085747A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Treści merytoryczne</w:t>
            </w:r>
            <w:r w:rsidR="00CB0B35" w:rsidRPr="00125C1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C90CF8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Wprowadzenie teoretyczne w problematykę diagnozy pedagogicznej.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C90CF8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Podstawowe zasady diagnozy pedagogicznej.</w:t>
            </w:r>
          </w:p>
        </w:tc>
      </w:tr>
      <w:tr w:rsidR="00C90CF8" w:rsidRPr="00125C1D" w:rsidTr="00DA3D2D">
        <w:tc>
          <w:tcPr>
            <w:tcW w:w="9520" w:type="dxa"/>
          </w:tcPr>
          <w:p w:rsidR="00C90CF8" w:rsidRPr="00125C1D" w:rsidRDefault="00C90CF8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lastRenderedPageBreak/>
              <w:t>Przedmiot i cel diagnozy.</w:t>
            </w:r>
          </w:p>
        </w:tc>
      </w:tr>
      <w:tr w:rsidR="004945CE" w:rsidRPr="00125C1D" w:rsidTr="00DA3D2D">
        <w:tc>
          <w:tcPr>
            <w:tcW w:w="9520" w:type="dxa"/>
          </w:tcPr>
          <w:p w:rsidR="004945CE" w:rsidRPr="00125C1D" w:rsidRDefault="004945CE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Rodzaje diagnozy – nozologiczna, interakcyjna, funkcjonalna, ekologiczna.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C90CF8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rozwinięta i etapy diagnozy.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C90CF8" w:rsidP="006F4C7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25C1D">
              <w:rPr>
                <w:rFonts w:ascii="Corbel" w:hAnsi="Corbel"/>
              </w:rPr>
              <w:t>Metody, techniki i narzędzia diagnozowania pedagogicznego.</w:t>
            </w:r>
          </w:p>
        </w:tc>
      </w:tr>
      <w:tr w:rsidR="00C90CF8" w:rsidRPr="00125C1D" w:rsidTr="00DA3D2D">
        <w:tc>
          <w:tcPr>
            <w:tcW w:w="9520" w:type="dxa"/>
          </w:tcPr>
          <w:p w:rsidR="00C90CF8" w:rsidRPr="00125C1D" w:rsidRDefault="004945CE" w:rsidP="006F4C7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25C1D">
              <w:rPr>
                <w:rStyle w:val="wrtext"/>
                <w:rFonts w:ascii="Corbel" w:hAnsi="Corbel"/>
              </w:rPr>
              <w:t>Etyczne aspekty diagnozy dziecka i ucznia.</w:t>
            </w:r>
          </w:p>
        </w:tc>
      </w:tr>
      <w:tr w:rsidR="00C90CF8" w:rsidRPr="00125C1D" w:rsidTr="00DA3D2D">
        <w:tc>
          <w:tcPr>
            <w:tcW w:w="9520" w:type="dxa"/>
          </w:tcPr>
          <w:p w:rsidR="00C90CF8" w:rsidRPr="00125C1D" w:rsidRDefault="004945CE" w:rsidP="006F4C7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25C1D">
              <w:rPr>
                <w:rFonts w:ascii="Corbel" w:hAnsi="Corbel"/>
              </w:rPr>
              <w:t>Diagnoza środowiska rodzinnego</w:t>
            </w:r>
            <w:r w:rsidR="006F4C77" w:rsidRPr="00125C1D">
              <w:rPr>
                <w:rFonts w:ascii="Corbel" w:hAnsi="Corbel"/>
              </w:rPr>
              <w:t>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4945CE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środowiska szkolnego</w:t>
            </w:r>
            <w:r w:rsidR="006F4C77"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4945CE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grupy rówieśniczej</w:t>
            </w:r>
            <w:r w:rsidR="006F4C77"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3D2D" w:rsidRPr="00125C1D" w:rsidTr="00DA3D2D">
        <w:tc>
          <w:tcPr>
            <w:tcW w:w="9520" w:type="dxa"/>
          </w:tcPr>
          <w:p w:rsidR="002C376A" w:rsidRPr="00125C1D" w:rsidRDefault="004945CE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Znaczenie norm i ocen w diagnostyce pedagogicznej. Znaczenie obiektywizacji ocen </w:t>
            </w:r>
          </w:p>
          <w:p w:rsidR="00DA3D2D" w:rsidRPr="00125C1D" w:rsidRDefault="004945CE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diagnostycznych.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4945CE" w:rsidP="006F4C7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25C1D">
              <w:rPr>
                <w:rFonts w:ascii="Corbel" w:hAnsi="Corbel"/>
              </w:rPr>
              <w:t>Błędy diagnostyczne.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4945CE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Opór w diagnozie pedagogicznej</w:t>
            </w:r>
            <w:r w:rsidR="006F4C77"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45CE" w:rsidRPr="00125C1D" w:rsidTr="00DA3D2D">
        <w:tc>
          <w:tcPr>
            <w:tcW w:w="9520" w:type="dxa"/>
          </w:tcPr>
          <w:p w:rsidR="004945CE" w:rsidRPr="00125C1D" w:rsidRDefault="002C376A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dojrzałości szkolnej dziecka ze specjalnymi potrzebami edukacyjnymi.</w:t>
            </w:r>
          </w:p>
        </w:tc>
      </w:tr>
      <w:tr w:rsidR="004945CE" w:rsidRPr="00125C1D" w:rsidTr="002C376A">
        <w:trPr>
          <w:trHeight w:val="134"/>
        </w:trPr>
        <w:tc>
          <w:tcPr>
            <w:tcW w:w="9520" w:type="dxa"/>
          </w:tcPr>
          <w:p w:rsidR="004945CE" w:rsidRPr="00125C1D" w:rsidRDefault="002C376A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Poradnictwo i orzecznictwo psychopedagogiczne.</w:t>
            </w:r>
          </w:p>
        </w:tc>
      </w:tr>
      <w:tr w:rsidR="002C376A" w:rsidRPr="00125C1D" w:rsidTr="002C376A">
        <w:trPr>
          <w:trHeight w:val="134"/>
        </w:trPr>
        <w:tc>
          <w:tcPr>
            <w:tcW w:w="9520" w:type="dxa"/>
          </w:tcPr>
          <w:p w:rsidR="002C376A" w:rsidRPr="00125C1D" w:rsidRDefault="002C376A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Interdyscyplinarność diagnozy dziecka ze specjalnymi potrzebami edukacyjnymi.</w:t>
            </w:r>
          </w:p>
        </w:tc>
      </w:tr>
      <w:tr w:rsidR="002C376A" w:rsidRPr="00125C1D" w:rsidTr="002C376A">
        <w:trPr>
          <w:trHeight w:val="134"/>
        </w:trPr>
        <w:tc>
          <w:tcPr>
            <w:tcW w:w="9520" w:type="dxa"/>
          </w:tcPr>
          <w:p w:rsidR="002C376A" w:rsidRPr="00125C1D" w:rsidRDefault="002C376A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Współpraca z rodziną dziecka ze specjalnymi potrzebami edukacyjnymi w procesie </w:t>
            </w:r>
          </w:p>
          <w:p w:rsidR="002C376A" w:rsidRPr="00125C1D" w:rsidRDefault="002C376A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diagnostycznym.</w:t>
            </w:r>
          </w:p>
        </w:tc>
      </w:tr>
      <w:tr w:rsidR="00BF32B1" w:rsidRPr="00125C1D" w:rsidTr="002C376A">
        <w:trPr>
          <w:trHeight w:val="134"/>
        </w:trPr>
        <w:tc>
          <w:tcPr>
            <w:tcW w:w="9520" w:type="dxa"/>
          </w:tcPr>
          <w:p w:rsidR="00232C5B" w:rsidRPr="00125C1D" w:rsidRDefault="00BF32B1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Profilaktyczny aspekt diagnozy. Diagnoza a terapia.</w:t>
            </w:r>
            <w:r w:rsidR="00232C5B" w:rsidRPr="00125C1D">
              <w:rPr>
                <w:rFonts w:ascii="Corbel" w:hAnsi="Corbel"/>
                <w:sz w:val="24"/>
                <w:szCs w:val="24"/>
              </w:rPr>
              <w:t xml:space="preserve"> Indywidualne programy </w:t>
            </w:r>
          </w:p>
          <w:p w:rsidR="00BF32B1" w:rsidRPr="00125C1D" w:rsidRDefault="00232C5B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edukacyjno-terapeutyczne.</w:t>
            </w:r>
          </w:p>
        </w:tc>
      </w:tr>
    </w:tbl>
    <w:p w:rsidR="0085747A" w:rsidRPr="00125C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5C1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 xml:space="preserve">Problematyka </w:t>
      </w:r>
      <w:r w:rsidR="00CB0B35" w:rsidRPr="00125C1D">
        <w:rPr>
          <w:rFonts w:ascii="Corbel" w:hAnsi="Corbel"/>
          <w:sz w:val="24"/>
          <w:szCs w:val="24"/>
        </w:rPr>
        <w:t>warsztatów: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25C1D" w:rsidTr="00DA3D2D">
        <w:tc>
          <w:tcPr>
            <w:tcW w:w="9520" w:type="dxa"/>
          </w:tcPr>
          <w:p w:rsidR="0085747A" w:rsidRPr="00125C1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Treści merytoryczne</w:t>
            </w:r>
            <w:r w:rsidR="00CB0B35" w:rsidRPr="00125C1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232C5B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niepełnosprawnością intelektualną.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dysfunkcją wzroku.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dysfunkcją słuchu.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chorobą przewlekłą, w tym z chorobą psychiczną.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niedostosowaniem społecznym.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zagrożonych niedostosowaniem społecznym.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zaburzeniami zachowania i emocji.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zaburzeniami ze spektrum autyzmu.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zaburzeniami ruchu.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niepowodzeniami szkolnymi wynikającymi ze specyficznych trudności w uczeniu się.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zaburzeniami komunikacji i sprawności językowych.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trudnościami adaptacyjnymi związanymi z doświadczeniem migracyjnym.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trudnościami adaptacyjnymi związanymi z różnicami kulturowymi i wyznaniowymi.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dzieci i uczniów uzdolnionych.</w:t>
            </w:r>
          </w:p>
        </w:tc>
      </w:tr>
    </w:tbl>
    <w:p w:rsidR="00C80138" w:rsidRPr="00125C1D" w:rsidRDefault="00C801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5C1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t>3.4 Metody dydaktyczne</w:t>
      </w:r>
      <w:r w:rsidRPr="00125C1D">
        <w:rPr>
          <w:rFonts w:ascii="Corbel" w:hAnsi="Corbel"/>
          <w:b w:val="0"/>
          <w:smallCaps w:val="0"/>
          <w:szCs w:val="24"/>
        </w:rPr>
        <w:t xml:space="preserve"> </w:t>
      </w:r>
    </w:p>
    <w:p w:rsidR="00DA3D2D" w:rsidRPr="00125C1D" w:rsidRDefault="00000E49" w:rsidP="00000E49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125C1D">
        <w:rPr>
          <w:rFonts w:ascii="Corbel" w:hAnsi="Corbel"/>
          <w:b w:val="0"/>
          <w:smallCaps w:val="0"/>
          <w:szCs w:val="24"/>
        </w:rPr>
        <w:t>wykład: w</w:t>
      </w:r>
      <w:r w:rsidR="00DA3D2D" w:rsidRPr="00125C1D">
        <w:rPr>
          <w:rFonts w:ascii="Corbel" w:hAnsi="Corbel"/>
          <w:b w:val="0"/>
          <w:smallCaps w:val="0"/>
          <w:szCs w:val="24"/>
        </w:rPr>
        <w:t>ykład z prezentacją multimedialną, analiza nagrań filmowych, praca w grupach, metoda projektów</w:t>
      </w:r>
    </w:p>
    <w:p w:rsidR="00000E49" w:rsidRPr="00125C1D" w:rsidRDefault="00000E49" w:rsidP="00000E49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125C1D">
        <w:rPr>
          <w:rFonts w:ascii="Corbel" w:hAnsi="Corbel"/>
          <w:b w:val="0"/>
          <w:smallCaps w:val="0"/>
          <w:szCs w:val="24"/>
        </w:rPr>
        <w:t>warsztaty: analiza tekstów z dyskusją, analiza przypadków, metoda projektów, praca w grupach</w:t>
      </w:r>
    </w:p>
    <w:p w:rsidR="00000E49" w:rsidRPr="00125C1D" w:rsidRDefault="00000E49" w:rsidP="00000E49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85747A" w:rsidRPr="00125C1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t xml:space="preserve">4. </w:t>
      </w:r>
      <w:r w:rsidR="0085747A" w:rsidRPr="00125C1D">
        <w:rPr>
          <w:rFonts w:ascii="Corbel" w:hAnsi="Corbel"/>
          <w:smallCaps w:val="0"/>
          <w:szCs w:val="24"/>
        </w:rPr>
        <w:t>METODY I KRYTERIA OCENY</w:t>
      </w:r>
      <w:r w:rsidR="009F4610" w:rsidRPr="00125C1D">
        <w:rPr>
          <w:rFonts w:ascii="Corbel" w:hAnsi="Corbel"/>
          <w:smallCaps w:val="0"/>
          <w:szCs w:val="24"/>
        </w:rPr>
        <w:t xml:space="preserve"> </w:t>
      </w:r>
    </w:p>
    <w:p w:rsidR="00923D7D" w:rsidRPr="00125C1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25C1D" w:rsidRDefault="0085747A" w:rsidP="00000E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125C1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25C1D" w:rsidTr="00DA3D2D">
        <w:tc>
          <w:tcPr>
            <w:tcW w:w="1962" w:type="dxa"/>
            <w:vAlign w:val="center"/>
          </w:tcPr>
          <w:p w:rsidR="0085747A" w:rsidRPr="00125C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125C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125C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25C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125C1D" w:rsidRDefault="0085747A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A3D2D" w:rsidRPr="00125C1D" w:rsidTr="00000E49">
        <w:tc>
          <w:tcPr>
            <w:tcW w:w="1962" w:type="dxa"/>
            <w:vAlign w:val="center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DA3D2D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</w:t>
            </w:r>
            <w:r w:rsidR="00000E49" w:rsidRPr="00125C1D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DA3D2D" w:rsidRPr="00125C1D" w:rsidTr="00000E49">
        <w:tc>
          <w:tcPr>
            <w:tcW w:w="1962" w:type="dxa"/>
            <w:vAlign w:val="center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DA3D2D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</w:t>
            </w:r>
            <w:r w:rsidR="00000E49" w:rsidRPr="00125C1D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DA3D2D" w:rsidRPr="00125C1D" w:rsidTr="00000E49">
        <w:tc>
          <w:tcPr>
            <w:tcW w:w="1962" w:type="dxa"/>
            <w:vAlign w:val="center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DA3D2D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</w:t>
            </w:r>
            <w:r w:rsidR="00000E49" w:rsidRPr="00125C1D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DA3D2D" w:rsidRPr="00125C1D" w:rsidTr="00000E49">
        <w:tc>
          <w:tcPr>
            <w:tcW w:w="1962" w:type="dxa"/>
            <w:vAlign w:val="center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DA3D2D" w:rsidRPr="00125C1D" w:rsidRDefault="00DA3D2D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117" w:type="dxa"/>
          </w:tcPr>
          <w:p w:rsidR="00DA3D2D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A3D2D" w:rsidRPr="00125C1D" w:rsidTr="00000E49">
        <w:tc>
          <w:tcPr>
            <w:tcW w:w="1962" w:type="dxa"/>
            <w:vAlign w:val="center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DA3D2D" w:rsidRPr="00125C1D" w:rsidRDefault="00DA3D2D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117" w:type="dxa"/>
          </w:tcPr>
          <w:p w:rsidR="00DA3D2D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0E49" w:rsidRPr="00125C1D" w:rsidTr="00000E49">
        <w:tc>
          <w:tcPr>
            <w:tcW w:w="1962" w:type="dxa"/>
            <w:vAlign w:val="center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000E49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117" w:type="dxa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0E49" w:rsidRPr="00125C1D" w:rsidTr="00000E49">
        <w:tc>
          <w:tcPr>
            <w:tcW w:w="1962" w:type="dxa"/>
            <w:vAlign w:val="center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:rsidR="00000E49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117" w:type="dxa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0E49" w:rsidRPr="00125C1D" w:rsidTr="00000E49">
        <w:tc>
          <w:tcPr>
            <w:tcW w:w="1962" w:type="dxa"/>
            <w:vAlign w:val="center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:rsidR="00000E49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17" w:type="dxa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000E49" w:rsidRPr="00125C1D" w:rsidTr="00000E49">
        <w:tc>
          <w:tcPr>
            <w:tcW w:w="1962" w:type="dxa"/>
            <w:vAlign w:val="center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:rsidR="00000E49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00E49" w:rsidRPr="00125C1D" w:rsidTr="00000E49">
        <w:tc>
          <w:tcPr>
            <w:tcW w:w="1962" w:type="dxa"/>
            <w:vAlign w:val="center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:rsidR="00000E49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00E49" w:rsidRPr="00125C1D" w:rsidTr="00000E49">
        <w:tc>
          <w:tcPr>
            <w:tcW w:w="1962" w:type="dxa"/>
            <w:vAlign w:val="center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441" w:type="dxa"/>
            <w:vAlign w:val="center"/>
          </w:tcPr>
          <w:p w:rsidR="00000E49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117" w:type="dxa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:rsidR="00923D7D" w:rsidRPr="00125C1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125C1D" w:rsidRDefault="003E1941" w:rsidP="00000E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t xml:space="preserve">4.2 </w:t>
      </w:r>
      <w:r w:rsidR="0085747A" w:rsidRPr="00125C1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25C1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25C1D" w:rsidTr="00923D7D">
        <w:tc>
          <w:tcPr>
            <w:tcW w:w="9670" w:type="dxa"/>
          </w:tcPr>
          <w:p w:rsidR="00000E49" w:rsidRPr="00125C1D" w:rsidRDefault="00000E49" w:rsidP="00000E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Wykłady: pozytywna ocena z kolokwium (forma testu)</w:t>
            </w:r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– ocena: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, nie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="0085747A" w:rsidRPr="00125C1D" w:rsidRDefault="00000E49" w:rsidP="00000E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Warsztaty:</w:t>
            </w:r>
            <w:r w:rsidR="00641582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przygotowanie pracy projektowej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7118" w:rsidRPr="00125C1D">
              <w:rPr>
                <w:rFonts w:ascii="Corbel" w:hAnsi="Corbel"/>
                <w:b w:val="0"/>
                <w:smallCaps w:val="0"/>
                <w:szCs w:val="24"/>
              </w:rPr>
              <w:t>(w każdym semestrze)</w:t>
            </w:r>
            <w:r w:rsidR="00641582" w:rsidRPr="00125C1D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Ocena – tradycyjna: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125C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25C1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25C1D">
        <w:rPr>
          <w:rFonts w:ascii="Corbel" w:hAnsi="Corbel"/>
          <w:b/>
          <w:sz w:val="24"/>
          <w:szCs w:val="24"/>
        </w:rPr>
        <w:t xml:space="preserve">5. </w:t>
      </w:r>
      <w:r w:rsidR="00C61DC5" w:rsidRPr="00125C1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25C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25C1D" w:rsidTr="003E1941">
        <w:tc>
          <w:tcPr>
            <w:tcW w:w="4962" w:type="dxa"/>
            <w:vAlign w:val="center"/>
          </w:tcPr>
          <w:p w:rsidR="0085747A" w:rsidRPr="00125C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C1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25C1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25C1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25C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C1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25C1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25C1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25C1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25C1D" w:rsidTr="00000E49">
        <w:tc>
          <w:tcPr>
            <w:tcW w:w="4962" w:type="dxa"/>
          </w:tcPr>
          <w:p w:rsidR="0085747A" w:rsidRPr="00125C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G</w:t>
            </w:r>
            <w:r w:rsidR="0085747A" w:rsidRPr="00125C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25C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25C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25C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25C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25C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25C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125C1D" w:rsidRDefault="00000E49" w:rsidP="0000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125C1D" w:rsidTr="00000E49">
        <w:tc>
          <w:tcPr>
            <w:tcW w:w="4962" w:type="dxa"/>
          </w:tcPr>
          <w:p w:rsidR="00C61DC5" w:rsidRPr="00125C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25C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25C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(u</w:t>
            </w:r>
            <w:r w:rsidR="00000E49" w:rsidRPr="00125C1D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125C1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125C1D" w:rsidRDefault="00641582" w:rsidP="0000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125C1D" w:rsidTr="00000E49">
        <w:tc>
          <w:tcPr>
            <w:tcW w:w="4962" w:type="dxa"/>
          </w:tcPr>
          <w:p w:rsidR="0071620A" w:rsidRPr="00125C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25C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25C1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125C1D" w:rsidRDefault="00C61DC5" w:rsidP="00000E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000E49" w:rsidRPr="00125C1D">
              <w:rPr>
                <w:rFonts w:ascii="Corbel" w:hAnsi="Corbel"/>
                <w:sz w:val="24"/>
                <w:szCs w:val="24"/>
              </w:rPr>
              <w:t>kolokwium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, </w:t>
            </w:r>
            <w:r w:rsidR="00000E49" w:rsidRPr="00125C1D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D66F78" w:rsidRPr="00125C1D">
              <w:rPr>
                <w:rFonts w:ascii="Corbel" w:hAnsi="Corbel"/>
                <w:sz w:val="24"/>
                <w:szCs w:val="24"/>
              </w:rPr>
              <w:t xml:space="preserve"> (w ramach każdego semestru)</w:t>
            </w:r>
            <w:r w:rsidR="00000E49" w:rsidRPr="00125C1D">
              <w:rPr>
                <w:rFonts w:ascii="Corbel" w:hAnsi="Corbel"/>
                <w:sz w:val="24"/>
                <w:szCs w:val="24"/>
              </w:rPr>
              <w:t>, studiowanie literatury</w:t>
            </w:r>
          </w:p>
        </w:tc>
        <w:tc>
          <w:tcPr>
            <w:tcW w:w="4677" w:type="dxa"/>
            <w:vAlign w:val="center"/>
          </w:tcPr>
          <w:p w:rsidR="00C61DC5" w:rsidRPr="00125C1D" w:rsidRDefault="00000E49" w:rsidP="0000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207</w:t>
            </w:r>
          </w:p>
        </w:tc>
      </w:tr>
      <w:tr w:rsidR="0085747A" w:rsidRPr="00125C1D" w:rsidTr="00923D7D">
        <w:tc>
          <w:tcPr>
            <w:tcW w:w="4962" w:type="dxa"/>
          </w:tcPr>
          <w:p w:rsidR="0085747A" w:rsidRPr="00125C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25C1D" w:rsidRDefault="00000E49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125C1D" w:rsidTr="00923D7D">
        <w:tc>
          <w:tcPr>
            <w:tcW w:w="4962" w:type="dxa"/>
          </w:tcPr>
          <w:p w:rsidR="0085747A" w:rsidRPr="00125C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25C1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25C1D" w:rsidRDefault="00000E49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C1D">
              <w:rPr>
                <w:rFonts w:ascii="Corbel" w:hAnsi="Corbel"/>
                <w:b/>
                <w:sz w:val="24"/>
                <w:szCs w:val="24"/>
              </w:rPr>
              <w:t>12</w:t>
            </w:r>
          </w:p>
        </w:tc>
      </w:tr>
    </w:tbl>
    <w:p w:rsidR="0085747A" w:rsidRPr="00125C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25C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25C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25C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C1D" w:rsidRDefault="0071620A" w:rsidP="002B711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t xml:space="preserve">6. </w:t>
      </w:r>
      <w:r w:rsidR="0085747A" w:rsidRPr="00125C1D">
        <w:rPr>
          <w:rFonts w:ascii="Corbel" w:hAnsi="Corbel"/>
          <w:smallCaps w:val="0"/>
          <w:szCs w:val="24"/>
        </w:rPr>
        <w:t>PRAKTYKI ZAWO</w:t>
      </w:r>
      <w:r w:rsidR="009D3F3B" w:rsidRPr="00125C1D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125C1D" w:rsidTr="006774E3">
        <w:trPr>
          <w:trHeight w:val="397"/>
        </w:trPr>
        <w:tc>
          <w:tcPr>
            <w:tcW w:w="4111" w:type="dxa"/>
          </w:tcPr>
          <w:p w:rsidR="0085747A" w:rsidRPr="00125C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125C1D" w:rsidRDefault="002B7118" w:rsidP="002B71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25C1D" w:rsidTr="006774E3">
        <w:trPr>
          <w:trHeight w:val="397"/>
        </w:trPr>
        <w:tc>
          <w:tcPr>
            <w:tcW w:w="4111" w:type="dxa"/>
          </w:tcPr>
          <w:p w:rsidR="0085747A" w:rsidRPr="00125C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125C1D" w:rsidRDefault="002B7118" w:rsidP="002B71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B7118" w:rsidRPr="00125C1D" w:rsidRDefault="002B711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125C1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t xml:space="preserve">7. </w:t>
      </w:r>
      <w:r w:rsidR="0085747A" w:rsidRPr="00125C1D">
        <w:rPr>
          <w:rFonts w:ascii="Corbel" w:hAnsi="Corbel"/>
          <w:smallCaps w:val="0"/>
          <w:szCs w:val="24"/>
        </w:rPr>
        <w:t>LITERATURA</w:t>
      </w:r>
      <w:r w:rsidRPr="00125C1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25C1D" w:rsidTr="002B7118">
        <w:trPr>
          <w:trHeight w:val="397"/>
        </w:trPr>
        <w:tc>
          <w:tcPr>
            <w:tcW w:w="9639" w:type="dxa"/>
          </w:tcPr>
          <w:p w:rsidR="0085747A" w:rsidRPr="00125C1D" w:rsidRDefault="0085747A" w:rsidP="003E753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5C1D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Deptuła M. (red.),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Diagnostyka i profilaktyka w teorii i praktyce pedagogicznej</w:t>
            </w:r>
            <w:r w:rsidRPr="00125C1D">
              <w:rPr>
                <w:rFonts w:ascii="Corbel" w:hAnsi="Corbel"/>
                <w:sz w:val="24"/>
                <w:szCs w:val="24"/>
              </w:rPr>
              <w:t>, Bydgoszcz 2006</w:t>
            </w:r>
            <w:r w:rsidR="003E7536" w:rsidRPr="00125C1D">
              <w:rPr>
                <w:rFonts w:ascii="Corbel" w:hAnsi="Corbel"/>
                <w:sz w:val="24"/>
                <w:szCs w:val="24"/>
              </w:rPr>
              <w:t>;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Jarosz E., Wysocka E. (red.),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Diagnoza psychopedagogiczna: podstawowe problemy i rozwiązania</w:t>
            </w:r>
            <w:r w:rsidRPr="00125C1D">
              <w:rPr>
                <w:rFonts w:ascii="Corbel" w:hAnsi="Corbel"/>
                <w:sz w:val="24"/>
                <w:szCs w:val="24"/>
              </w:rPr>
              <w:t>, Warszawa 2006</w:t>
            </w:r>
            <w:r w:rsidR="003E7536" w:rsidRPr="00125C1D">
              <w:rPr>
                <w:rFonts w:ascii="Corbel" w:hAnsi="Corbel"/>
                <w:sz w:val="24"/>
                <w:szCs w:val="24"/>
              </w:rPr>
              <w:t>;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5C1D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125C1D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Diagnostyka pedagogiczna: wybrane obszary badawcze i rozwiązania praktyczne</w:t>
            </w:r>
            <w:r w:rsidRPr="00125C1D">
              <w:rPr>
                <w:rFonts w:ascii="Corbel" w:hAnsi="Corbel"/>
                <w:sz w:val="24"/>
                <w:szCs w:val="24"/>
              </w:rPr>
              <w:t>, Kraków 2011</w:t>
            </w:r>
            <w:r w:rsidR="003E7536" w:rsidRPr="00125C1D">
              <w:rPr>
                <w:rFonts w:ascii="Corbel" w:hAnsi="Corbel"/>
                <w:sz w:val="24"/>
                <w:szCs w:val="24"/>
              </w:rPr>
              <w:t>;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Wysocka E.,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Człowiek a środowisko życia: podstawy teoretyczno-metodologiczne diagnozy</w:t>
            </w:r>
            <w:r w:rsidRPr="00125C1D">
              <w:rPr>
                <w:rFonts w:ascii="Corbel" w:hAnsi="Corbel"/>
                <w:sz w:val="24"/>
                <w:szCs w:val="24"/>
              </w:rPr>
              <w:t>, Warszawa 2007</w:t>
            </w:r>
            <w:r w:rsidR="003E7536" w:rsidRPr="00125C1D">
              <w:rPr>
                <w:rFonts w:ascii="Corbel" w:hAnsi="Corbel"/>
                <w:sz w:val="24"/>
                <w:szCs w:val="24"/>
              </w:rPr>
              <w:t>;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Ziemski S.,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Problemy dobrej diagnozy</w:t>
            </w:r>
            <w:r w:rsidRPr="00125C1D">
              <w:rPr>
                <w:rFonts w:ascii="Corbel" w:hAnsi="Corbel"/>
                <w:sz w:val="24"/>
                <w:szCs w:val="24"/>
              </w:rPr>
              <w:t>, Warszawa 1973</w:t>
            </w:r>
            <w:r w:rsidR="003E7536" w:rsidRPr="00125C1D">
              <w:rPr>
                <w:rFonts w:ascii="Corbel" w:hAnsi="Corbel"/>
                <w:sz w:val="24"/>
                <w:szCs w:val="24"/>
              </w:rPr>
              <w:t>;</w:t>
            </w:r>
          </w:p>
          <w:p w:rsidR="002C376A" w:rsidRPr="00125C1D" w:rsidRDefault="002C376A" w:rsidP="002B711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125C1D">
              <w:rPr>
                <w:rFonts w:ascii="Corbel" w:hAnsi="Corbel"/>
              </w:rPr>
              <w:t>Kla</w:t>
            </w:r>
            <w:r w:rsidR="00C308C2" w:rsidRPr="00125C1D">
              <w:rPr>
                <w:rFonts w:ascii="Corbel" w:hAnsi="Corbel"/>
              </w:rPr>
              <w:t>czak</w:t>
            </w:r>
            <w:proofErr w:type="spellEnd"/>
            <w:r w:rsidR="00C308C2" w:rsidRPr="00125C1D">
              <w:rPr>
                <w:rFonts w:ascii="Corbel" w:hAnsi="Corbel"/>
              </w:rPr>
              <w:t>, M., Majewicz, P. (red.),</w:t>
            </w:r>
            <w:r w:rsidRPr="00125C1D">
              <w:rPr>
                <w:rFonts w:ascii="Corbel" w:hAnsi="Corbel"/>
              </w:rPr>
              <w:t xml:space="preserve"> </w:t>
            </w:r>
            <w:r w:rsidRPr="00125C1D">
              <w:rPr>
                <w:rFonts w:ascii="Corbel" w:hAnsi="Corbel"/>
                <w:i/>
              </w:rPr>
              <w:t>Diagnoza i rewalidacja indywidualna dziecka ze specjalnymi potrzebami edukacyjnymi</w:t>
            </w:r>
            <w:r w:rsidR="003E7536" w:rsidRPr="00125C1D">
              <w:rPr>
                <w:rFonts w:ascii="Corbel" w:hAnsi="Corbel"/>
              </w:rPr>
              <w:t>,</w:t>
            </w:r>
            <w:r w:rsidR="00C308C2" w:rsidRPr="00125C1D">
              <w:rPr>
                <w:rFonts w:ascii="Corbel" w:hAnsi="Corbel"/>
              </w:rPr>
              <w:t xml:space="preserve"> </w:t>
            </w:r>
            <w:r w:rsidRPr="00125C1D">
              <w:rPr>
                <w:rFonts w:ascii="Corbel" w:hAnsi="Corbel"/>
              </w:rPr>
              <w:t>Kraków</w:t>
            </w:r>
            <w:r w:rsidR="00C308C2" w:rsidRPr="00125C1D">
              <w:rPr>
                <w:rFonts w:ascii="Corbel" w:hAnsi="Corbel"/>
              </w:rPr>
              <w:t>: 2006;</w:t>
            </w:r>
            <w:r w:rsidRPr="00125C1D">
              <w:rPr>
                <w:rFonts w:ascii="Corbel" w:hAnsi="Corbel"/>
              </w:rPr>
              <w:t xml:space="preserve"> </w:t>
            </w:r>
          </w:p>
          <w:p w:rsidR="009B4425" w:rsidRPr="00125C1D" w:rsidRDefault="003E7536" w:rsidP="002B711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125C1D">
              <w:rPr>
                <w:rFonts w:ascii="Corbel" w:hAnsi="Corbel"/>
              </w:rPr>
              <w:t>Niemierko</w:t>
            </w:r>
            <w:proofErr w:type="spellEnd"/>
            <w:r w:rsidRPr="00125C1D">
              <w:rPr>
                <w:rFonts w:ascii="Corbel" w:hAnsi="Corbel"/>
              </w:rPr>
              <w:t xml:space="preserve"> B., </w:t>
            </w:r>
            <w:r w:rsidR="002C376A" w:rsidRPr="00125C1D">
              <w:rPr>
                <w:rFonts w:ascii="Corbel" w:hAnsi="Corbel"/>
                <w:i/>
              </w:rPr>
              <w:t>Diagnostyka edukacyjna. Podręcznik akademicki</w:t>
            </w:r>
            <w:r w:rsidRPr="00125C1D">
              <w:rPr>
                <w:rFonts w:ascii="Corbel" w:hAnsi="Corbel"/>
              </w:rPr>
              <w:t xml:space="preserve">, </w:t>
            </w:r>
            <w:r w:rsidR="002C376A" w:rsidRPr="00125C1D">
              <w:rPr>
                <w:rFonts w:ascii="Corbel" w:hAnsi="Corbel"/>
              </w:rPr>
              <w:t xml:space="preserve">Warszawa: </w:t>
            </w:r>
            <w:r w:rsidRPr="00125C1D">
              <w:rPr>
                <w:rFonts w:ascii="Corbel" w:hAnsi="Corbel"/>
              </w:rPr>
              <w:t>2009</w:t>
            </w:r>
          </w:p>
        </w:tc>
      </w:tr>
      <w:tr w:rsidR="0085747A" w:rsidRPr="00125C1D" w:rsidTr="002B7118">
        <w:trPr>
          <w:trHeight w:val="397"/>
        </w:trPr>
        <w:tc>
          <w:tcPr>
            <w:tcW w:w="9639" w:type="dxa"/>
          </w:tcPr>
          <w:p w:rsidR="0085747A" w:rsidRPr="00125C1D" w:rsidRDefault="0085747A" w:rsidP="003E753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5C1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Kępiński A.,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Poznanie chorego</w:t>
            </w:r>
            <w:r w:rsidRPr="00125C1D">
              <w:rPr>
                <w:rFonts w:ascii="Corbel" w:hAnsi="Corbel"/>
                <w:sz w:val="24"/>
                <w:szCs w:val="24"/>
              </w:rPr>
              <w:t>, Warszawa 1989</w:t>
            </w:r>
            <w:r w:rsidR="002B7118" w:rsidRPr="00125C1D">
              <w:rPr>
                <w:rFonts w:ascii="Corbel" w:hAnsi="Corbel"/>
                <w:sz w:val="24"/>
                <w:szCs w:val="24"/>
              </w:rPr>
              <w:t>;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Lepalczyk I., Badura J. (red.),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Elementy diagnostyki pedagogicznej</w:t>
            </w:r>
            <w:r w:rsidRPr="00125C1D">
              <w:rPr>
                <w:rFonts w:ascii="Corbel" w:hAnsi="Corbel"/>
                <w:sz w:val="24"/>
                <w:szCs w:val="24"/>
              </w:rPr>
              <w:t>, Warszawa 1988</w:t>
            </w:r>
            <w:r w:rsidR="003E7536" w:rsidRPr="00125C1D">
              <w:rPr>
                <w:rFonts w:ascii="Corbel" w:hAnsi="Corbel"/>
                <w:sz w:val="24"/>
                <w:szCs w:val="24"/>
              </w:rPr>
              <w:t>;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Krasnodębski Z.,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Rozumienie ludzkiego zachowania</w:t>
            </w:r>
            <w:r w:rsidRPr="00125C1D">
              <w:rPr>
                <w:rFonts w:ascii="Corbel" w:hAnsi="Corbel"/>
                <w:sz w:val="24"/>
                <w:szCs w:val="24"/>
              </w:rPr>
              <w:t>, Warszawa 1986</w:t>
            </w:r>
            <w:r w:rsidR="003E7536" w:rsidRPr="00125C1D">
              <w:rPr>
                <w:rFonts w:ascii="Corbel" w:hAnsi="Corbel"/>
                <w:sz w:val="24"/>
                <w:szCs w:val="24"/>
              </w:rPr>
              <w:t>;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Wysocka E.,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Diagnoza w resocjalizacji: obszary problemowe i modele rozwiązań w ujęciu psychopedagogicznym</w:t>
            </w:r>
            <w:r w:rsidRPr="00125C1D">
              <w:rPr>
                <w:rFonts w:ascii="Corbel" w:hAnsi="Corbel"/>
                <w:sz w:val="24"/>
                <w:szCs w:val="24"/>
              </w:rPr>
              <w:t>, Warszawa 2009</w:t>
            </w:r>
            <w:r w:rsidR="003E7536" w:rsidRPr="00125C1D">
              <w:rPr>
                <w:rFonts w:ascii="Corbel" w:hAnsi="Corbel"/>
                <w:sz w:val="24"/>
                <w:szCs w:val="24"/>
              </w:rPr>
              <w:t>;</w:t>
            </w:r>
          </w:p>
          <w:p w:rsidR="00C308C2" w:rsidRPr="00125C1D" w:rsidRDefault="00C308C2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Bogdanowicz M.,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Ryzyko dysleksji. Problem i diagnozowanie</w:t>
            </w:r>
            <w:r w:rsidRPr="00125C1D">
              <w:rPr>
                <w:rFonts w:ascii="Corbel" w:hAnsi="Corbel"/>
                <w:sz w:val="24"/>
                <w:szCs w:val="24"/>
              </w:rPr>
              <w:t>, Gdańsk 2005;</w:t>
            </w:r>
          </w:p>
          <w:p w:rsidR="00C308C2" w:rsidRPr="00125C1D" w:rsidRDefault="00C308C2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5C1D">
              <w:rPr>
                <w:rFonts w:ascii="Corbel" w:hAnsi="Corbel"/>
                <w:sz w:val="24"/>
                <w:szCs w:val="24"/>
              </w:rPr>
              <w:t>Wilgocak</w:t>
            </w:r>
            <w:proofErr w:type="spellEnd"/>
            <w:r w:rsidRPr="00125C1D">
              <w:rPr>
                <w:rFonts w:ascii="Corbel" w:hAnsi="Corbel"/>
                <w:sz w:val="24"/>
                <w:szCs w:val="24"/>
              </w:rPr>
              <w:t xml:space="preserve">-Okoń B.,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Gotowość szkolna dzieci sześcioletnich</w:t>
            </w:r>
            <w:r w:rsidRPr="00125C1D">
              <w:rPr>
                <w:rFonts w:ascii="Corbel" w:hAnsi="Corbel"/>
                <w:sz w:val="24"/>
                <w:szCs w:val="24"/>
              </w:rPr>
              <w:t>, Warszawa 2003;</w:t>
            </w:r>
          </w:p>
          <w:p w:rsidR="00C308C2" w:rsidRPr="00125C1D" w:rsidRDefault="00C308C2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Olechowska A.,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Specjalne potrzeby edukacyjne,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Warszawa 2016;</w:t>
            </w:r>
          </w:p>
          <w:p w:rsidR="009B4425" w:rsidRPr="00125C1D" w:rsidRDefault="00C308C2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Jerzak M/., (red.),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Zaburzenia psychiczne i rozwojowe u dzieci a szkolna rzeczywistość</w:t>
            </w:r>
            <w:r w:rsidRPr="00125C1D">
              <w:rPr>
                <w:rFonts w:ascii="Corbel" w:hAnsi="Corbel"/>
                <w:sz w:val="24"/>
                <w:szCs w:val="24"/>
              </w:rPr>
              <w:t>, Warszawa 2016</w:t>
            </w:r>
          </w:p>
        </w:tc>
      </w:tr>
    </w:tbl>
    <w:p w:rsidR="0085747A" w:rsidRPr="00125C1D" w:rsidRDefault="0085747A" w:rsidP="002B71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C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25C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F16CE" w:rsidRPr="00125C1D" w:rsidRDefault="00AF16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F16CE" w:rsidRPr="00125C1D" w:rsidRDefault="00AF16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F16CE" w:rsidRPr="00125C1D" w:rsidRDefault="00AF16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F16CE" w:rsidRPr="00125C1D" w:rsidRDefault="00AF16CE" w:rsidP="00AF16C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AF16CE" w:rsidRPr="00125C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0B4" w:rsidRDefault="007800B4" w:rsidP="00C16ABF">
      <w:pPr>
        <w:spacing w:after="0" w:line="240" w:lineRule="auto"/>
      </w:pPr>
      <w:r>
        <w:separator/>
      </w:r>
    </w:p>
  </w:endnote>
  <w:endnote w:type="continuationSeparator" w:id="0">
    <w:p w:rsidR="007800B4" w:rsidRDefault="007800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0B4" w:rsidRDefault="007800B4" w:rsidP="00C16ABF">
      <w:pPr>
        <w:spacing w:after="0" w:line="240" w:lineRule="auto"/>
      </w:pPr>
      <w:r>
        <w:separator/>
      </w:r>
    </w:p>
  </w:footnote>
  <w:footnote w:type="continuationSeparator" w:id="0">
    <w:p w:rsidR="007800B4" w:rsidRDefault="007800B4" w:rsidP="00C16ABF">
      <w:pPr>
        <w:spacing w:after="0" w:line="240" w:lineRule="auto"/>
      </w:pPr>
      <w:r>
        <w:continuationSeparator/>
      </w:r>
    </w:p>
  </w:footnote>
  <w:footnote w:id="1">
    <w:p w:rsidR="004D3057" w:rsidRDefault="004D305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CB79C7"/>
    <w:multiLevelType w:val="hybridMultilevel"/>
    <w:tmpl w:val="50FC5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55B1A"/>
    <w:multiLevelType w:val="hybridMultilevel"/>
    <w:tmpl w:val="1A4E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3332B"/>
    <w:multiLevelType w:val="hybridMultilevel"/>
    <w:tmpl w:val="5538C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43A78"/>
    <w:multiLevelType w:val="hybridMultilevel"/>
    <w:tmpl w:val="BF1E8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E49"/>
    <w:rsid w:val="000048FD"/>
    <w:rsid w:val="000077B4"/>
    <w:rsid w:val="00015B8F"/>
    <w:rsid w:val="00022ECE"/>
    <w:rsid w:val="00042A51"/>
    <w:rsid w:val="00042D2E"/>
    <w:rsid w:val="0004428C"/>
    <w:rsid w:val="00044C82"/>
    <w:rsid w:val="00070ED6"/>
    <w:rsid w:val="000742DC"/>
    <w:rsid w:val="0007437C"/>
    <w:rsid w:val="00084C12"/>
    <w:rsid w:val="0009462C"/>
    <w:rsid w:val="000948C9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5C1D"/>
    <w:rsid w:val="00127108"/>
    <w:rsid w:val="00134B13"/>
    <w:rsid w:val="001400B1"/>
    <w:rsid w:val="00146BC0"/>
    <w:rsid w:val="00153C41"/>
    <w:rsid w:val="00154381"/>
    <w:rsid w:val="001640A7"/>
    <w:rsid w:val="00164FA7"/>
    <w:rsid w:val="00166A03"/>
    <w:rsid w:val="00167E3F"/>
    <w:rsid w:val="001718A7"/>
    <w:rsid w:val="001737CF"/>
    <w:rsid w:val="00176083"/>
    <w:rsid w:val="00192F37"/>
    <w:rsid w:val="001A70D2"/>
    <w:rsid w:val="001D01D7"/>
    <w:rsid w:val="001D657B"/>
    <w:rsid w:val="001D7B54"/>
    <w:rsid w:val="001E0209"/>
    <w:rsid w:val="001F2CA2"/>
    <w:rsid w:val="002144C0"/>
    <w:rsid w:val="0022477D"/>
    <w:rsid w:val="002278A9"/>
    <w:rsid w:val="00232C5B"/>
    <w:rsid w:val="002336F9"/>
    <w:rsid w:val="0024028F"/>
    <w:rsid w:val="00240B45"/>
    <w:rsid w:val="00244ABC"/>
    <w:rsid w:val="00255EB4"/>
    <w:rsid w:val="00281FF2"/>
    <w:rsid w:val="002857DE"/>
    <w:rsid w:val="00291567"/>
    <w:rsid w:val="00297873"/>
    <w:rsid w:val="002A22BF"/>
    <w:rsid w:val="002A2389"/>
    <w:rsid w:val="002A671D"/>
    <w:rsid w:val="002B4D55"/>
    <w:rsid w:val="002B5EA0"/>
    <w:rsid w:val="002B6119"/>
    <w:rsid w:val="002B7118"/>
    <w:rsid w:val="002C1F06"/>
    <w:rsid w:val="002C376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777"/>
    <w:rsid w:val="0038393A"/>
    <w:rsid w:val="003A0A5B"/>
    <w:rsid w:val="003A1176"/>
    <w:rsid w:val="003B0AB5"/>
    <w:rsid w:val="003C0BAE"/>
    <w:rsid w:val="003D18A9"/>
    <w:rsid w:val="003D6CE2"/>
    <w:rsid w:val="003E1941"/>
    <w:rsid w:val="003E2FE6"/>
    <w:rsid w:val="003E49D5"/>
    <w:rsid w:val="003E7536"/>
    <w:rsid w:val="003F205D"/>
    <w:rsid w:val="003F38C0"/>
    <w:rsid w:val="00412DC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5CE"/>
    <w:rsid w:val="004968E2"/>
    <w:rsid w:val="004A3EEA"/>
    <w:rsid w:val="004A4D1F"/>
    <w:rsid w:val="004D3057"/>
    <w:rsid w:val="004D5282"/>
    <w:rsid w:val="004F1551"/>
    <w:rsid w:val="004F55A3"/>
    <w:rsid w:val="0050496F"/>
    <w:rsid w:val="00513B6F"/>
    <w:rsid w:val="00515D89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4B63"/>
    <w:rsid w:val="005E6E85"/>
    <w:rsid w:val="005F31D2"/>
    <w:rsid w:val="00601BD0"/>
    <w:rsid w:val="0061029B"/>
    <w:rsid w:val="00617230"/>
    <w:rsid w:val="00621CE1"/>
    <w:rsid w:val="00627FC9"/>
    <w:rsid w:val="00641582"/>
    <w:rsid w:val="00647FA8"/>
    <w:rsid w:val="00650C5F"/>
    <w:rsid w:val="00654934"/>
    <w:rsid w:val="006620D9"/>
    <w:rsid w:val="00671958"/>
    <w:rsid w:val="00675843"/>
    <w:rsid w:val="006774E3"/>
    <w:rsid w:val="00696477"/>
    <w:rsid w:val="006B2708"/>
    <w:rsid w:val="006D050F"/>
    <w:rsid w:val="006D6139"/>
    <w:rsid w:val="006E5D65"/>
    <w:rsid w:val="006F1282"/>
    <w:rsid w:val="006F1FBC"/>
    <w:rsid w:val="006F31E2"/>
    <w:rsid w:val="006F4C77"/>
    <w:rsid w:val="00706544"/>
    <w:rsid w:val="007072BA"/>
    <w:rsid w:val="0071620A"/>
    <w:rsid w:val="00720368"/>
    <w:rsid w:val="00724677"/>
    <w:rsid w:val="00725459"/>
    <w:rsid w:val="00727F8B"/>
    <w:rsid w:val="007327BD"/>
    <w:rsid w:val="00734608"/>
    <w:rsid w:val="00745302"/>
    <w:rsid w:val="007461D6"/>
    <w:rsid w:val="00746EC8"/>
    <w:rsid w:val="00763BF1"/>
    <w:rsid w:val="00766FD4"/>
    <w:rsid w:val="007800B4"/>
    <w:rsid w:val="0078168C"/>
    <w:rsid w:val="00787C2A"/>
    <w:rsid w:val="00790164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68F5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94B"/>
    <w:rsid w:val="00997F14"/>
    <w:rsid w:val="009A78D9"/>
    <w:rsid w:val="009B4425"/>
    <w:rsid w:val="009C109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B5A"/>
    <w:rsid w:val="00A155EE"/>
    <w:rsid w:val="00A2245B"/>
    <w:rsid w:val="00A23A84"/>
    <w:rsid w:val="00A264CF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6CE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B520A"/>
    <w:rsid w:val="00BD3869"/>
    <w:rsid w:val="00BD66E9"/>
    <w:rsid w:val="00BD6FF4"/>
    <w:rsid w:val="00BF2C41"/>
    <w:rsid w:val="00BF32B1"/>
    <w:rsid w:val="00C058B4"/>
    <w:rsid w:val="00C05F44"/>
    <w:rsid w:val="00C131B5"/>
    <w:rsid w:val="00C16ABF"/>
    <w:rsid w:val="00C170AE"/>
    <w:rsid w:val="00C17889"/>
    <w:rsid w:val="00C26CB7"/>
    <w:rsid w:val="00C308C2"/>
    <w:rsid w:val="00C324C1"/>
    <w:rsid w:val="00C36992"/>
    <w:rsid w:val="00C56036"/>
    <w:rsid w:val="00C61DC5"/>
    <w:rsid w:val="00C67E92"/>
    <w:rsid w:val="00C70A26"/>
    <w:rsid w:val="00C766DF"/>
    <w:rsid w:val="00C80138"/>
    <w:rsid w:val="00C90CF8"/>
    <w:rsid w:val="00C94B98"/>
    <w:rsid w:val="00CA2B96"/>
    <w:rsid w:val="00CA5089"/>
    <w:rsid w:val="00CA7D2C"/>
    <w:rsid w:val="00CB0B35"/>
    <w:rsid w:val="00CB21E7"/>
    <w:rsid w:val="00CD6897"/>
    <w:rsid w:val="00CE355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F78"/>
    <w:rsid w:val="00D74119"/>
    <w:rsid w:val="00D8075B"/>
    <w:rsid w:val="00D8678B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4B82"/>
  <w15:docId w15:val="{D274D2DB-9BFA-4324-AFB9-0B2B85F6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90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4945CE"/>
  </w:style>
  <w:style w:type="character" w:styleId="Odwoaniedelikatne">
    <w:name w:val="Subtle Reference"/>
    <w:basedOn w:val="Domylnaczcionkaakapitu"/>
    <w:uiPriority w:val="31"/>
    <w:qFormat/>
    <w:rsid w:val="00000E49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0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B9CF2-B25D-4F83-8F8A-03D0DBA00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1295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2020-02-03T08:11:00Z</dcterms:created>
  <dcterms:modified xsi:type="dcterms:W3CDTF">2021-09-06T10:43:00Z</dcterms:modified>
</cp:coreProperties>
</file>